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6230C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14:paraId="5636230F" w14:textId="77777777" w:rsidTr="00F115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230D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230E" w14:textId="77777777" w:rsidR="00C44B8B" w:rsidRPr="00F115B9" w:rsidRDefault="00FA3009" w:rsidP="009D32B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3009">
              <w:rPr>
                <w:b/>
                <w:sz w:val="26"/>
                <w:szCs w:val="26"/>
                <w:lang w:val="en-US"/>
              </w:rPr>
              <w:t>203B</w:t>
            </w:r>
            <w:r w:rsidR="009D32B2">
              <w:rPr>
                <w:b/>
                <w:sz w:val="26"/>
                <w:szCs w:val="26"/>
                <w:lang w:val="en-US"/>
              </w:rPr>
              <w:t>_024</w:t>
            </w:r>
          </w:p>
        </w:tc>
      </w:tr>
      <w:tr w:rsidR="00C44B8B" w14:paraId="56362312" w14:textId="77777777" w:rsidTr="00CA1FF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62310" w14:textId="77777777"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62311" w14:textId="77777777" w:rsidR="00C44B8B" w:rsidRPr="001C5218" w:rsidRDefault="001C5218" w:rsidP="006D53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u w:val="single"/>
                <w:lang w:val="en-US"/>
              </w:rPr>
            </w:pPr>
            <w:r w:rsidRPr="00C63E30">
              <w:rPr>
                <w:b/>
                <w:color w:val="000000"/>
                <w:sz w:val="24"/>
                <w:szCs w:val="24"/>
              </w:rPr>
              <w:t>2101874 </w:t>
            </w:r>
          </w:p>
        </w:tc>
      </w:tr>
    </w:tbl>
    <w:p w14:paraId="43638CBC" w14:textId="5FE540D4" w:rsidR="00A661C6" w:rsidRDefault="00A661C6" w:rsidP="00A661C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5D1AEEDF" w14:textId="77777777" w:rsidR="00A661C6" w:rsidRPr="0052681C" w:rsidRDefault="00A661C6" w:rsidP="00A661C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6D4AD466" w14:textId="77777777" w:rsidR="00A661C6" w:rsidRPr="0052681C" w:rsidRDefault="00A661C6" w:rsidP="00A661C6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56362318" w14:textId="40637A9C" w:rsidR="00C44B8B" w:rsidRPr="00CB6078" w:rsidRDefault="00C44B8B" w:rsidP="00A661C6">
      <w:pPr>
        <w:spacing w:line="276" w:lineRule="auto"/>
        <w:ind w:right="-1"/>
        <w:jc w:val="left"/>
      </w:pPr>
    </w:p>
    <w:p w14:paraId="56362319" w14:textId="77777777" w:rsidR="00C44B8B" w:rsidRPr="00CB6078" w:rsidRDefault="00C44B8B" w:rsidP="00C44B8B"/>
    <w:p w14:paraId="5636231A" w14:textId="77777777" w:rsidR="00C44B8B" w:rsidRPr="00CB6078" w:rsidRDefault="00C44B8B" w:rsidP="00C44B8B"/>
    <w:p w14:paraId="5636231B" w14:textId="77777777"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14:paraId="5636231C" w14:textId="77777777" w:rsidR="00612811" w:rsidRPr="00CA1FF3" w:rsidRDefault="004F6968" w:rsidP="00773399">
      <w:pPr>
        <w:ind w:firstLine="0"/>
        <w:jc w:val="center"/>
        <w:rPr>
          <w:sz w:val="24"/>
          <w:szCs w:val="24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CA1FF3">
        <w:rPr>
          <w:b/>
          <w:sz w:val="26"/>
          <w:szCs w:val="26"/>
        </w:rPr>
        <w:t>комплект</w:t>
      </w:r>
      <w:r w:rsidR="00605FE0">
        <w:rPr>
          <w:b/>
          <w:sz w:val="26"/>
          <w:szCs w:val="26"/>
        </w:rPr>
        <w:t>а</w:t>
      </w:r>
      <w:r w:rsidR="00CA1FF3">
        <w:rPr>
          <w:b/>
          <w:sz w:val="26"/>
          <w:szCs w:val="26"/>
        </w:rPr>
        <w:t xml:space="preserve"> метизов для опоры</w:t>
      </w:r>
      <w:r w:rsidR="00CA1FF3" w:rsidRPr="00C63E30">
        <w:rPr>
          <w:rFonts w:ascii="Arial" w:hAnsi="Arial" w:cs="Arial"/>
          <w:color w:val="000000"/>
          <w:sz w:val="18"/>
          <w:szCs w:val="18"/>
        </w:rPr>
        <w:t xml:space="preserve"> </w:t>
      </w:r>
      <w:r w:rsidR="00605FE0">
        <w:rPr>
          <w:b/>
          <w:color w:val="000000"/>
          <w:sz w:val="24"/>
          <w:szCs w:val="24"/>
        </w:rPr>
        <w:t>СК-</w:t>
      </w:r>
      <w:r w:rsidR="001C5218">
        <w:rPr>
          <w:b/>
          <w:color w:val="000000"/>
          <w:sz w:val="24"/>
          <w:szCs w:val="24"/>
        </w:rPr>
        <w:t>22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F115B9" w:rsidRPr="00605FE0">
        <w:rPr>
          <w:b/>
          <w:sz w:val="26"/>
          <w:szCs w:val="26"/>
          <w:u w:val="single"/>
        </w:rPr>
        <w:t>203</w:t>
      </w:r>
      <w:r w:rsidR="00D463B4" w:rsidRPr="00605FE0">
        <w:rPr>
          <w:b/>
          <w:sz w:val="26"/>
          <w:szCs w:val="26"/>
          <w:u w:val="single"/>
        </w:rPr>
        <w:t>В</w:t>
      </w:r>
    </w:p>
    <w:p w14:paraId="5636231D" w14:textId="77777777"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14:paraId="5636231E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5636231F" w14:textId="77777777" w:rsidR="004F4E9E" w:rsidRPr="00605FE0" w:rsidRDefault="00641E44" w:rsidP="00A65683">
      <w:pPr>
        <w:tabs>
          <w:tab w:val="left" w:pos="1134"/>
        </w:tabs>
        <w:ind w:firstLine="709"/>
        <w:rPr>
          <w:b/>
          <w:sz w:val="24"/>
          <w:szCs w:val="24"/>
          <w:u w:val="single"/>
          <w:shd w:val="clear" w:color="auto" w:fill="FFFF00"/>
        </w:rPr>
      </w:pPr>
      <w:r w:rsidRPr="00605FE0">
        <w:rPr>
          <w:sz w:val="24"/>
          <w:szCs w:val="24"/>
        </w:rPr>
        <w:t xml:space="preserve">Технические требования, </w:t>
      </w:r>
      <w:r w:rsidR="001C5218" w:rsidRPr="00605FE0">
        <w:rPr>
          <w:sz w:val="24"/>
          <w:szCs w:val="24"/>
        </w:rPr>
        <w:t xml:space="preserve">комплектация, </w:t>
      </w:r>
      <w:r w:rsidRPr="00605FE0">
        <w:rPr>
          <w:sz w:val="24"/>
          <w:szCs w:val="24"/>
        </w:rPr>
        <w:t xml:space="preserve">характеристики </w:t>
      </w:r>
      <w:r w:rsidR="006D5379" w:rsidRPr="00605FE0">
        <w:rPr>
          <w:sz w:val="24"/>
          <w:szCs w:val="24"/>
        </w:rPr>
        <w:t>комплекта метизов для опоры</w:t>
      </w:r>
      <w:r w:rsidR="006D5379" w:rsidRPr="00605FE0">
        <w:rPr>
          <w:rFonts w:ascii="Arial" w:hAnsi="Arial" w:cs="Arial"/>
          <w:color w:val="000000"/>
          <w:sz w:val="24"/>
          <w:szCs w:val="24"/>
        </w:rPr>
        <w:t xml:space="preserve"> </w:t>
      </w:r>
      <w:r w:rsidR="00605FE0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1C5218" w:rsidRPr="00605FE0">
        <w:rPr>
          <w:color w:val="000000"/>
          <w:sz w:val="24"/>
          <w:szCs w:val="24"/>
        </w:rPr>
        <w:t>СК</w:t>
      </w:r>
      <w:r w:rsidR="006D5379" w:rsidRPr="00605FE0">
        <w:rPr>
          <w:color w:val="000000"/>
          <w:sz w:val="24"/>
          <w:szCs w:val="24"/>
        </w:rPr>
        <w:t>-</w:t>
      </w:r>
      <w:r w:rsidR="001C5218" w:rsidRPr="00605FE0">
        <w:rPr>
          <w:color w:val="000000"/>
          <w:sz w:val="24"/>
          <w:szCs w:val="24"/>
        </w:rPr>
        <w:t>22</w:t>
      </w:r>
      <w:r w:rsidR="006D5379" w:rsidRPr="00605FE0">
        <w:rPr>
          <w:rFonts w:ascii="Arial" w:hAnsi="Arial" w:cs="Arial"/>
          <w:color w:val="000000"/>
          <w:sz w:val="24"/>
          <w:szCs w:val="24"/>
        </w:rPr>
        <w:t> </w:t>
      </w:r>
      <w:r w:rsidR="004F4E9E" w:rsidRPr="00605FE0">
        <w:rPr>
          <w:sz w:val="24"/>
          <w:szCs w:val="24"/>
        </w:rPr>
        <w:t xml:space="preserve">должны соответствовать </w:t>
      </w:r>
      <w:r w:rsidR="006D5379" w:rsidRPr="00605FE0">
        <w:rPr>
          <w:sz w:val="24"/>
          <w:szCs w:val="24"/>
        </w:rPr>
        <w:t xml:space="preserve">типовым чертежам в соответствии с таблицей. </w:t>
      </w:r>
    </w:p>
    <w:p w14:paraId="56362320" w14:textId="77777777" w:rsidR="006D5379" w:rsidRPr="00605FE0" w:rsidRDefault="00906CEE" w:rsidP="00605FE0">
      <w:pPr>
        <w:pStyle w:val="ad"/>
        <w:tabs>
          <w:tab w:val="left" w:pos="1134"/>
        </w:tabs>
        <w:ind w:left="142" w:hanging="709"/>
        <w:jc w:val="right"/>
        <w:rPr>
          <w:sz w:val="24"/>
          <w:szCs w:val="24"/>
        </w:rPr>
      </w:pPr>
      <w:r w:rsidRPr="00605FE0">
        <w:rPr>
          <w:sz w:val="24"/>
          <w:szCs w:val="24"/>
        </w:rPr>
        <w:t xml:space="preserve">Таблица. </w:t>
      </w:r>
      <w:r w:rsidR="001C5218" w:rsidRPr="00605FE0">
        <w:rPr>
          <w:sz w:val="24"/>
          <w:szCs w:val="24"/>
        </w:rPr>
        <w:t>СК 22</w:t>
      </w:r>
      <w:r w:rsidR="006D5379" w:rsidRPr="00605FE0">
        <w:rPr>
          <w:sz w:val="24"/>
          <w:szCs w:val="24"/>
        </w:rPr>
        <w:t xml:space="preserve"> элементы комплекта метизов: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2987"/>
        <w:gridCol w:w="2087"/>
        <w:gridCol w:w="2786"/>
      </w:tblGrid>
      <w:tr w:rsidR="001714D7" w:rsidRPr="00605FE0" w14:paraId="56362325" w14:textId="77777777" w:rsidTr="005E6DF2">
        <w:tc>
          <w:tcPr>
            <w:tcW w:w="2594" w:type="dxa"/>
            <w:shd w:val="clear" w:color="auto" w:fill="auto"/>
          </w:tcPr>
          <w:p w14:paraId="56362321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05FE0">
              <w:rPr>
                <w:b/>
                <w:sz w:val="24"/>
                <w:szCs w:val="24"/>
              </w:rPr>
              <w:t>Марка</w:t>
            </w:r>
            <w:r w:rsidR="00605FE0">
              <w:rPr>
                <w:b/>
                <w:sz w:val="24"/>
                <w:szCs w:val="24"/>
              </w:rPr>
              <w:t>, позиция</w:t>
            </w:r>
          </w:p>
        </w:tc>
        <w:tc>
          <w:tcPr>
            <w:tcW w:w="3042" w:type="dxa"/>
          </w:tcPr>
          <w:p w14:paraId="56362322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05FE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5" w:type="dxa"/>
            <w:shd w:val="clear" w:color="auto" w:fill="auto"/>
          </w:tcPr>
          <w:p w14:paraId="56362323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05FE0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2862" w:type="dxa"/>
            <w:shd w:val="clear" w:color="auto" w:fill="auto"/>
          </w:tcPr>
          <w:p w14:paraId="56362324" w14:textId="77777777" w:rsidR="001714D7" w:rsidRPr="00605FE0" w:rsidRDefault="00605FE0" w:rsidP="00605FE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Типовой</w:t>
            </w:r>
            <w:r w:rsidR="001714D7" w:rsidRPr="00605FE0">
              <w:rPr>
                <w:b/>
                <w:sz w:val="24"/>
                <w:szCs w:val="24"/>
              </w:rPr>
              <w:t xml:space="preserve"> чертеж</w:t>
            </w:r>
          </w:p>
        </w:tc>
      </w:tr>
      <w:tr w:rsidR="005E6DF2" w:rsidRPr="00605FE0" w14:paraId="5636232A" w14:textId="77777777" w:rsidTr="005E6DF2">
        <w:tc>
          <w:tcPr>
            <w:tcW w:w="2594" w:type="dxa"/>
            <w:shd w:val="clear" w:color="auto" w:fill="auto"/>
          </w:tcPr>
          <w:p w14:paraId="56362326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ТВ 254</w:t>
            </w:r>
          </w:p>
        </w:tc>
        <w:tc>
          <w:tcPr>
            <w:tcW w:w="3042" w:type="dxa"/>
            <w:vMerge w:val="restart"/>
            <w:vAlign w:val="center"/>
          </w:tcPr>
          <w:p w14:paraId="56362327" w14:textId="77777777" w:rsidR="005E6DF2" w:rsidRPr="00605FE0" w:rsidRDefault="005E6DF2" w:rsidP="005E6DF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Траверса</w:t>
            </w:r>
          </w:p>
        </w:tc>
        <w:tc>
          <w:tcPr>
            <w:tcW w:w="2115" w:type="dxa"/>
            <w:shd w:val="clear" w:color="auto" w:fill="auto"/>
          </w:tcPr>
          <w:p w14:paraId="56362328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shd w:val="clear" w:color="auto" w:fill="auto"/>
          </w:tcPr>
          <w:p w14:paraId="56362329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605FE0">
              <w:rPr>
                <w:sz w:val="24"/>
                <w:szCs w:val="24"/>
                <w:lang w:val="en-US"/>
              </w:rPr>
              <w:t>3.407.1-164.20.02</w:t>
            </w:r>
          </w:p>
        </w:tc>
      </w:tr>
      <w:tr w:rsidR="005E6DF2" w:rsidRPr="00605FE0" w14:paraId="5636232F" w14:textId="77777777" w:rsidTr="005E6DF2">
        <w:tc>
          <w:tcPr>
            <w:tcW w:w="2594" w:type="dxa"/>
            <w:shd w:val="clear" w:color="auto" w:fill="auto"/>
          </w:tcPr>
          <w:p w14:paraId="5636232B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ТВ 256</w:t>
            </w:r>
          </w:p>
        </w:tc>
        <w:tc>
          <w:tcPr>
            <w:tcW w:w="3042" w:type="dxa"/>
            <w:vMerge/>
          </w:tcPr>
          <w:p w14:paraId="5636232C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</w:tcPr>
          <w:p w14:paraId="5636232D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shd w:val="clear" w:color="auto" w:fill="auto"/>
          </w:tcPr>
          <w:p w14:paraId="5636232E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  <w:lang w:val="en-US"/>
              </w:rPr>
              <w:t>3.407.1-164.20.02</w:t>
            </w:r>
          </w:p>
        </w:tc>
      </w:tr>
      <w:tr w:rsidR="005E6DF2" w:rsidRPr="00605FE0" w14:paraId="56362334" w14:textId="77777777" w:rsidTr="005E6DF2">
        <w:tc>
          <w:tcPr>
            <w:tcW w:w="2594" w:type="dxa"/>
            <w:shd w:val="clear" w:color="auto" w:fill="auto"/>
          </w:tcPr>
          <w:p w14:paraId="56362330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ТВ 270</w:t>
            </w:r>
          </w:p>
        </w:tc>
        <w:tc>
          <w:tcPr>
            <w:tcW w:w="3042" w:type="dxa"/>
            <w:vMerge/>
          </w:tcPr>
          <w:p w14:paraId="56362331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</w:tcPr>
          <w:p w14:paraId="56362332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shd w:val="clear" w:color="auto" w:fill="auto"/>
          </w:tcPr>
          <w:p w14:paraId="56362333" w14:textId="77777777" w:rsidR="005E6DF2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605FE0">
              <w:rPr>
                <w:sz w:val="24"/>
                <w:szCs w:val="24"/>
                <w:lang w:val="en-US"/>
              </w:rPr>
              <w:t>3.407.1-164.20.05</w:t>
            </w:r>
          </w:p>
        </w:tc>
      </w:tr>
      <w:tr w:rsidR="001714D7" w:rsidRPr="00605FE0" w14:paraId="56362339" w14:textId="77777777" w:rsidTr="005E6DF2">
        <w:tc>
          <w:tcPr>
            <w:tcW w:w="2594" w:type="dxa"/>
            <w:shd w:val="clear" w:color="auto" w:fill="auto"/>
          </w:tcPr>
          <w:p w14:paraId="56362335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ЗП 250</w:t>
            </w:r>
          </w:p>
        </w:tc>
        <w:tc>
          <w:tcPr>
            <w:tcW w:w="3042" w:type="dxa"/>
          </w:tcPr>
          <w:p w14:paraId="56362336" w14:textId="77777777" w:rsidR="001714D7" w:rsidRPr="00605FE0" w:rsidRDefault="005E6DF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Заземляющий стержень</w:t>
            </w:r>
          </w:p>
        </w:tc>
        <w:tc>
          <w:tcPr>
            <w:tcW w:w="2115" w:type="dxa"/>
            <w:shd w:val="clear" w:color="auto" w:fill="auto"/>
          </w:tcPr>
          <w:p w14:paraId="56362337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shd w:val="clear" w:color="auto" w:fill="auto"/>
          </w:tcPr>
          <w:p w14:paraId="56362338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605FE0">
              <w:rPr>
                <w:sz w:val="24"/>
                <w:szCs w:val="24"/>
                <w:lang w:val="en-US"/>
              </w:rPr>
              <w:t>3.407.1-164.01.02</w:t>
            </w:r>
          </w:p>
        </w:tc>
      </w:tr>
      <w:tr w:rsidR="001714D7" w:rsidRPr="00605FE0" w14:paraId="5636233E" w14:textId="77777777" w:rsidTr="005E6DF2">
        <w:tc>
          <w:tcPr>
            <w:tcW w:w="2594" w:type="dxa"/>
            <w:shd w:val="clear" w:color="auto" w:fill="auto"/>
          </w:tcPr>
          <w:p w14:paraId="5636233A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Б 250</w:t>
            </w:r>
          </w:p>
        </w:tc>
        <w:tc>
          <w:tcPr>
            <w:tcW w:w="3042" w:type="dxa"/>
            <w:vMerge w:val="restart"/>
            <w:vAlign w:val="center"/>
          </w:tcPr>
          <w:p w14:paraId="5636233B" w14:textId="77777777" w:rsidR="001714D7" w:rsidRPr="00605FE0" w:rsidRDefault="001714D7" w:rsidP="005E6DF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Специальные болты</w:t>
            </w:r>
          </w:p>
        </w:tc>
        <w:tc>
          <w:tcPr>
            <w:tcW w:w="2115" w:type="dxa"/>
            <w:shd w:val="clear" w:color="auto" w:fill="auto"/>
          </w:tcPr>
          <w:p w14:paraId="5636233C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3</w:t>
            </w:r>
          </w:p>
        </w:tc>
        <w:tc>
          <w:tcPr>
            <w:tcW w:w="2862" w:type="dxa"/>
            <w:shd w:val="clear" w:color="auto" w:fill="auto"/>
          </w:tcPr>
          <w:p w14:paraId="5636233D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605FE0">
              <w:rPr>
                <w:sz w:val="24"/>
                <w:szCs w:val="24"/>
                <w:lang w:val="en-US"/>
              </w:rPr>
              <w:t>3.407.1-164.20.12</w:t>
            </w:r>
          </w:p>
        </w:tc>
      </w:tr>
      <w:tr w:rsidR="001714D7" w:rsidRPr="00605FE0" w14:paraId="56362343" w14:textId="77777777" w:rsidTr="005E6DF2">
        <w:tc>
          <w:tcPr>
            <w:tcW w:w="2594" w:type="dxa"/>
            <w:shd w:val="clear" w:color="auto" w:fill="auto"/>
          </w:tcPr>
          <w:p w14:paraId="5636233F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Б 253</w:t>
            </w:r>
          </w:p>
        </w:tc>
        <w:tc>
          <w:tcPr>
            <w:tcW w:w="3042" w:type="dxa"/>
            <w:vMerge/>
          </w:tcPr>
          <w:p w14:paraId="56362340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</w:tcPr>
          <w:p w14:paraId="56362341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3</w:t>
            </w:r>
          </w:p>
        </w:tc>
        <w:tc>
          <w:tcPr>
            <w:tcW w:w="2862" w:type="dxa"/>
            <w:shd w:val="clear" w:color="auto" w:fill="auto"/>
          </w:tcPr>
          <w:p w14:paraId="56362342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605FE0">
              <w:rPr>
                <w:sz w:val="24"/>
                <w:szCs w:val="24"/>
                <w:lang w:val="en-US"/>
              </w:rPr>
              <w:t>3.407.1-164.20.12</w:t>
            </w:r>
          </w:p>
        </w:tc>
      </w:tr>
      <w:tr w:rsidR="001714D7" w:rsidRPr="00605FE0" w14:paraId="56362348" w14:textId="77777777" w:rsidTr="005E6DF2">
        <w:tc>
          <w:tcPr>
            <w:tcW w:w="2594" w:type="dxa"/>
            <w:shd w:val="clear" w:color="auto" w:fill="auto"/>
          </w:tcPr>
          <w:p w14:paraId="56362344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ТС 251</w:t>
            </w:r>
          </w:p>
        </w:tc>
        <w:tc>
          <w:tcPr>
            <w:tcW w:w="3042" w:type="dxa"/>
          </w:tcPr>
          <w:p w14:paraId="56362345" w14:textId="77777777" w:rsidR="001714D7" w:rsidRPr="00605FE0" w:rsidRDefault="00AF1752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Тросостойка</w:t>
            </w:r>
          </w:p>
        </w:tc>
        <w:tc>
          <w:tcPr>
            <w:tcW w:w="2115" w:type="dxa"/>
            <w:shd w:val="clear" w:color="auto" w:fill="auto"/>
          </w:tcPr>
          <w:p w14:paraId="56362346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1</w:t>
            </w:r>
          </w:p>
        </w:tc>
        <w:tc>
          <w:tcPr>
            <w:tcW w:w="2862" w:type="dxa"/>
            <w:shd w:val="clear" w:color="auto" w:fill="auto"/>
          </w:tcPr>
          <w:p w14:paraId="56362347" w14:textId="77777777" w:rsidR="001714D7" w:rsidRPr="00605FE0" w:rsidRDefault="001714D7" w:rsidP="000E1BE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05FE0">
              <w:rPr>
                <w:sz w:val="24"/>
                <w:szCs w:val="24"/>
              </w:rPr>
              <w:t>3.407.1-164.03.00</w:t>
            </w:r>
          </w:p>
        </w:tc>
      </w:tr>
    </w:tbl>
    <w:p w14:paraId="56362349" w14:textId="77777777" w:rsidR="0017201E" w:rsidRDefault="0017201E" w:rsidP="0017201E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5636234A" w14:textId="77777777" w:rsidR="00605FE0" w:rsidRDefault="00605FE0" w:rsidP="00605FE0">
      <w:pPr>
        <w:pStyle w:val="ad"/>
        <w:numPr>
          <w:ilvl w:val="0"/>
          <w:numId w:val="3"/>
        </w:numPr>
        <w:tabs>
          <w:tab w:val="left" w:pos="0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636234B" w14:textId="77777777" w:rsidR="00605FE0" w:rsidRDefault="00605FE0" w:rsidP="00605FE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5636234C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636234D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636234E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636234F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6362350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56362351" w14:textId="77777777" w:rsidR="00605FE0" w:rsidRDefault="00605FE0" w:rsidP="00605FE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6362352" w14:textId="335A919D" w:rsidR="00605FE0" w:rsidRDefault="00605FE0" w:rsidP="00605FE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0F7A98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6362353" w14:textId="77777777" w:rsidR="00605FE0" w:rsidRDefault="00605FE0" w:rsidP="00605FE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56362354" w14:textId="77777777" w:rsidR="00605FE0" w:rsidRDefault="00605FE0" w:rsidP="00605FE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Типовых чертежей в соответствии с таблицей этого ТЗ;</w:t>
      </w:r>
    </w:p>
    <w:p w14:paraId="56362355" w14:textId="77777777" w:rsidR="00605FE0" w:rsidRDefault="00605FE0" w:rsidP="00605FE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6362356" w14:textId="77777777" w:rsidR="00605FE0" w:rsidRDefault="00605FE0" w:rsidP="00605FE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56362357" w14:textId="77777777" w:rsidR="00605FE0" w:rsidRDefault="00605FE0" w:rsidP="00605FE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6362358" w14:textId="77777777" w:rsidR="00605FE0" w:rsidRDefault="00605FE0" w:rsidP="00605FE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56362359" w14:textId="77777777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636235A" w14:textId="77777777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5636235B" w14:textId="77777777" w:rsidR="00605FE0" w:rsidRDefault="00605FE0" w:rsidP="00605FE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5636235C" w14:textId="77777777" w:rsidR="00605FE0" w:rsidRDefault="00605FE0" w:rsidP="00605FE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5636235D" w14:textId="77777777" w:rsidR="00605FE0" w:rsidRDefault="00605FE0" w:rsidP="00605FE0">
      <w:pPr>
        <w:spacing w:line="276" w:lineRule="auto"/>
        <w:rPr>
          <w:sz w:val="24"/>
          <w:szCs w:val="24"/>
        </w:rPr>
      </w:pPr>
    </w:p>
    <w:p w14:paraId="5636235E" w14:textId="77777777" w:rsidR="00605FE0" w:rsidRDefault="00605FE0" w:rsidP="00605FE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636235F" w14:textId="77777777" w:rsidR="00605FE0" w:rsidRDefault="00605FE0" w:rsidP="00605F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6362360" w14:textId="77777777" w:rsidR="00605FE0" w:rsidRDefault="00605FE0" w:rsidP="00605F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6362361" w14:textId="77777777" w:rsidR="00605FE0" w:rsidRDefault="00605FE0" w:rsidP="00605FE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6362362" w14:textId="77777777" w:rsidR="00605FE0" w:rsidRDefault="00605FE0" w:rsidP="00605F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6362363" w14:textId="77777777" w:rsidR="00605FE0" w:rsidRDefault="00605FE0" w:rsidP="00605F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6362364" w14:textId="77777777" w:rsidR="00605FE0" w:rsidRDefault="00605FE0" w:rsidP="00605FE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6362365" w14:textId="77777777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56362366" w14:textId="77777777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6362367" w14:textId="77777777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- сертификат соответствия и свидетельство о приемке на поставляемые метизы, на русском языке.</w:t>
      </w:r>
    </w:p>
    <w:p w14:paraId="56362368" w14:textId="77777777" w:rsidR="00605FE0" w:rsidRDefault="00605FE0" w:rsidP="00605F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56362369" w14:textId="77777777" w:rsidR="00605FE0" w:rsidRDefault="00605FE0" w:rsidP="00605FE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5636236A" w14:textId="77777777" w:rsidR="00605FE0" w:rsidRDefault="00605FE0" w:rsidP="00605FE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636236B" w14:textId="77777777" w:rsidR="00605FE0" w:rsidRDefault="00605FE0" w:rsidP="00605FE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636236C" w14:textId="392A9A70" w:rsidR="00605FE0" w:rsidRDefault="00605FE0" w:rsidP="00605F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0F7A98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5636236D" w14:textId="77777777" w:rsidR="00605FE0" w:rsidRDefault="00605FE0" w:rsidP="00605FE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 </w:t>
      </w:r>
      <w:bookmarkStart w:id="0" w:name="_GoBack"/>
      <w:bookmarkEnd w:id="0"/>
      <w:r>
        <w:rPr>
          <w:sz w:val="24"/>
          <w:szCs w:val="24"/>
        </w:rPr>
        <w:t>выявления дефектов, в том числе и скрытых, Поставщик обязан за свой счет заменить поставленную продукцию.</w:t>
      </w:r>
    </w:p>
    <w:p w14:paraId="5636236E" w14:textId="77777777" w:rsidR="00605FE0" w:rsidRDefault="00605FE0" w:rsidP="00605FE0">
      <w:pPr>
        <w:rPr>
          <w:sz w:val="26"/>
          <w:szCs w:val="26"/>
        </w:rPr>
      </w:pPr>
    </w:p>
    <w:p w14:paraId="5636236F" w14:textId="77777777" w:rsidR="00605FE0" w:rsidRDefault="00605FE0" w:rsidP="00605FE0">
      <w:pPr>
        <w:rPr>
          <w:sz w:val="26"/>
          <w:szCs w:val="26"/>
        </w:rPr>
      </w:pPr>
    </w:p>
    <w:p w14:paraId="377683F6" w14:textId="77777777" w:rsidR="00F51E16" w:rsidRDefault="00F51E16" w:rsidP="00F51E1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58B134F4" w14:textId="77777777" w:rsidR="00F51E16" w:rsidRDefault="00F51E16" w:rsidP="00F51E16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56362372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55AF7" w14:textId="77777777" w:rsidR="009655BC" w:rsidRDefault="009655BC">
      <w:r>
        <w:separator/>
      </w:r>
    </w:p>
  </w:endnote>
  <w:endnote w:type="continuationSeparator" w:id="0">
    <w:p w14:paraId="6901FAA9" w14:textId="77777777" w:rsidR="009655BC" w:rsidRDefault="0096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8F5B3" w14:textId="77777777" w:rsidR="009655BC" w:rsidRDefault="009655BC">
      <w:r>
        <w:separator/>
      </w:r>
    </w:p>
  </w:footnote>
  <w:footnote w:type="continuationSeparator" w:id="0">
    <w:p w14:paraId="03CBBEA4" w14:textId="77777777" w:rsidR="009655BC" w:rsidRDefault="00965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62377" w14:textId="77777777" w:rsidR="00AD7048" w:rsidRDefault="008672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636237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B27624F"/>
    <w:multiLevelType w:val="multilevel"/>
    <w:tmpl w:val="6A163F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89"/>
    <w:rsid w:val="000000C1"/>
    <w:rsid w:val="0000261E"/>
    <w:rsid w:val="00002E9F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A98"/>
    <w:rsid w:val="00101290"/>
    <w:rsid w:val="00101DD6"/>
    <w:rsid w:val="001041B7"/>
    <w:rsid w:val="00104E1F"/>
    <w:rsid w:val="00104F4C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4D7"/>
    <w:rsid w:val="00171D14"/>
    <w:rsid w:val="0017201E"/>
    <w:rsid w:val="00173531"/>
    <w:rsid w:val="001759FB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218"/>
    <w:rsid w:val="001C53B1"/>
    <w:rsid w:val="001C645E"/>
    <w:rsid w:val="001C72DB"/>
    <w:rsid w:val="001D1989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334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CC2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55C9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46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5425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0CC9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4E4E"/>
    <w:rsid w:val="00435F58"/>
    <w:rsid w:val="00437205"/>
    <w:rsid w:val="0043769D"/>
    <w:rsid w:val="00437D8C"/>
    <w:rsid w:val="00440D61"/>
    <w:rsid w:val="00440D8B"/>
    <w:rsid w:val="0044147D"/>
    <w:rsid w:val="0044349E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59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739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E3F"/>
    <w:rsid w:val="00563F7B"/>
    <w:rsid w:val="00566742"/>
    <w:rsid w:val="005667AC"/>
    <w:rsid w:val="00567774"/>
    <w:rsid w:val="00567CD4"/>
    <w:rsid w:val="00573BE6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61A"/>
    <w:rsid w:val="005D4B2E"/>
    <w:rsid w:val="005D5206"/>
    <w:rsid w:val="005D60BD"/>
    <w:rsid w:val="005E02C1"/>
    <w:rsid w:val="005E1C59"/>
    <w:rsid w:val="005E292D"/>
    <w:rsid w:val="005E4351"/>
    <w:rsid w:val="005E6DF2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5FE0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529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279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12B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5379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18A9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57C12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B6E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77EA6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4393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0B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2FB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374"/>
    <w:rsid w:val="008D35FD"/>
    <w:rsid w:val="008D3ED5"/>
    <w:rsid w:val="008D5E63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3EC"/>
    <w:rsid w:val="009039EB"/>
    <w:rsid w:val="00904950"/>
    <w:rsid w:val="00905644"/>
    <w:rsid w:val="00905DC5"/>
    <w:rsid w:val="00906CEE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5BC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2B2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1C6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3BD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B72BA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1752"/>
    <w:rsid w:val="00AF2248"/>
    <w:rsid w:val="00AF31AD"/>
    <w:rsid w:val="00AF3C16"/>
    <w:rsid w:val="00AF5C3C"/>
    <w:rsid w:val="00AF6174"/>
    <w:rsid w:val="00AF71B7"/>
    <w:rsid w:val="00AF7208"/>
    <w:rsid w:val="00B010B8"/>
    <w:rsid w:val="00B01B05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AE8"/>
    <w:rsid w:val="00B51EB6"/>
    <w:rsid w:val="00B54E2D"/>
    <w:rsid w:val="00B55493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674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1ADB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FE5"/>
    <w:rsid w:val="00C93EC2"/>
    <w:rsid w:val="00C947B3"/>
    <w:rsid w:val="00C94BA4"/>
    <w:rsid w:val="00C9764E"/>
    <w:rsid w:val="00CA1F26"/>
    <w:rsid w:val="00CA1FF3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109"/>
    <w:rsid w:val="00CC5635"/>
    <w:rsid w:val="00CD3354"/>
    <w:rsid w:val="00CD48A1"/>
    <w:rsid w:val="00CD693A"/>
    <w:rsid w:val="00CD7961"/>
    <w:rsid w:val="00CD7C0C"/>
    <w:rsid w:val="00CD7E26"/>
    <w:rsid w:val="00CD7F57"/>
    <w:rsid w:val="00CE1406"/>
    <w:rsid w:val="00CE1461"/>
    <w:rsid w:val="00CE186F"/>
    <w:rsid w:val="00CE5D25"/>
    <w:rsid w:val="00CE6DA4"/>
    <w:rsid w:val="00CE6EB5"/>
    <w:rsid w:val="00CF0257"/>
    <w:rsid w:val="00CF0E1A"/>
    <w:rsid w:val="00CF22E0"/>
    <w:rsid w:val="00CF3E9A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3B4"/>
    <w:rsid w:val="00D468F8"/>
    <w:rsid w:val="00D475AF"/>
    <w:rsid w:val="00D541DC"/>
    <w:rsid w:val="00D54C49"/>
    <w:rsid w:val="00D57379"/>
    <w:rsid w:val="00D57953"/>
    <w:rsid w:val="00D601A5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15B9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705"/>
    <w:rsid w:val="00F37973"/>
    <w:rsid w:val="00F41EEA"/>
    <w:rsid w:val="00F42C84"/>
    <w:rsid w:val="00F4441B"/>
    <w:rsid w:val="00F46DCA"/>
    <w:rsid w:val="00F46FBB"/>
    <w:rsid w:val="00F51E16"/>
    <w:rsid w:val="00F525F8"/>
    <w:rsid w:val="00F54E4F"/>
    <w:rsid w:val="00F600EB"/>
    <w:rsid w:val="00F604E5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FA1"/>
    <w:rsid w:val="00F7710B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009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6230C"/>
  <w15:docId w15:val="{5B5AE318-9D38-4BF2-A014-188C189B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661C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A18FA-F143-46BE-A9C7-2674642A27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A34AB14-7107-45FB-9D16-17A3FDBF1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A966E-CA12-4AEB-BEDC-393953A6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5FA858-794B-4A1C-B1EF-1629C8AF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Данюков Алексей Александрович</dc:creator>
  <cp:keywords/>
  <cp:lastModifiedBy>Ярцев Андрей Петрович</cp:lastModifiedBy>
  <cp:revision>5</cp:revision>
  <cp:lastPrinted>2015-04-17T10:43:00Z</cp:lastPrinted>
  <dcterms:created xsi:type="dcterms:W3CDTF">2016-10-11T05:43:00Z</dcterms:created>
  <dcterms:modified xsi:type="dcterms:W3CDTF">2016-10-11T06:55:00Z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